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E767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Γ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D753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D753A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Γ18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D753A6" w:rsidRPr="00D753A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Ο2.Ε61 </w:t>
            </w:r>
            <w:bookmarkStart w:id="0" w:name="_GoBack"/>
            <w:bookmarkEnd w:id="0"/>
            <w:r w:rsidR="00D753A6" w:rsidRPr="00D753A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Λυχνία Τύπου 01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D753A6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753A6" w:rsidRPr="00DF25B3" w:rsidRDefault="00D753A6" w:rsidP="00D753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53A6" w:rsidRPr="00DF25B3" w:rsidRDefault="00D753A6" w:rsidP="00D753A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ΛΥΧΝΙΑ ΓΙΑ PROJECTOR</w:t>
            </w:r>
          </w:p>
        </w:tc>
        <w:tc>
          <w:tcPr>
            <w:tcW w:w="1441" w:type="dxa"/>
          </w:tcPr>
          <w:p w:rsidR="00D753A6" w:rsidRPr="00DF25B3" w:rsidRDefault="00D753A6" w:rsidP="00D75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D753A6" w:rsidRPr="00DF25B3" w:rsidRDefault="00D753A6" w:rsidP="00D75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D753A6" w:rsidRPr="00DF25B3" w:rsidRDefault="00D753A6" w:rsidP="00D75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D753A6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753A6" w:rsidRPr="00DF25B3" w:rsidRDefault="00D753A6" w:rsidP="00D753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53A6" w:rsidRPr="00DF25B3" w:rsidRDefault="00D753A6" w:rsidP="00D753A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Τύπος Λυχνίας : CO-WO1  </w:t>
            </w:r>
          </w:p>
        </w:tc>
        <w:tc>
          <w:tcPr>
            <w:tcW w:w="1441" w:type="dxa"/>
          </w:tcPr>
          <w:p w:rsidR="00D753A6" w:rsidRPr="00DF25B3" w:rsidRDefault="00D753A6" w:rsidP="00D75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D753A6" w:rsidRPr="00DF25B3" w:rsidRDefault="00D753A6" w:rsidP="00D75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D753A6" w:rsidRPr="00DF25B3" w:rsidRDefault="00D753A6" w:rsidP="00D75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D753A6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753A6" w:rsidRPr="00DF25B3" w:rsidRDefault="00D753A6" w:rsidP="00D753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53A6" w:rsidRPr="00DF25B3" w:rsidRDefault="00D753A6" w:rsidP="00D753A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Projector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: EPSON CO-WO1</w:t>
            </w:r>
          </w:p>
        </w:tc>
        <w:tc>
          <w:tcPr>
            <w:tcW w:w="1441" w:type="dxa"/>
          </w:tcPr>
          <w:p w:rsidR="00D753A6" w:rsidRPr="00DF25B3" w:rsidRDefault="00D753A6" w:rsidP="00D75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D753A6" w:rsidRPr="00DF25B3" w:rsidRDefault="00D753A6" w:rsidP="00D75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D753A6" w:rsidRPr="00DF25B3" w:rsidRDefault="00D753A6" w:rsidP="00D75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D753A6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D753A6" w:rsidRPr="00DF25B3" w:rsidRDefault="00D753A6" w:rsidP="00D753A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753A6" w:rsidRPr="00DF25B3" w:rsidRDefault="00D753A6" w:rsidP="00D753A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Με βάση, Γνήσια</w:t>
            </w:r>
          </w:p>
        </w:tc>
        <w:tc>
          <w:tcPr>
            <w:tcW w:w="1441" w:type="dxa"/>
          </w:tcPr>
          <w:p w:rsidR="00D753A6" w:rsidRPr="00DF25B3" w:rsidRDefault="00D753A6" w:rsidP="00D75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D753A6" w:rsidRPr="00DF25B3" w:rsidRDefault="00D753A6" w:rsidP="00D75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D753A6" w:rsidRPr="00DF25B3" w:rsidRDefault="00D753A6" w:rsidP="00D753A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B7ED1"/>
    <w:rsid w:val="00406FB0"/>
    <w:rsid w:val="00633A63"/>
    <w:rsid w:val="00671793"/>
    <w:rsid w:val="006E2345"/>
    <w:rsid w:val="008C2D10"/>
    <w:rsid w:val="009471DE"/>
    <w:rsid w:val="00A40B4A"/>
    <w:rsid w:val="00C60E4A"/>
    <w:rsid w:val="00D753A6"/>
    <w:rsid w:val="00E76764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A310D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1</TotalTime>
  <Pages>1</Pages>
  <Words>35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2025-09-10T08:01:00Z</dcterms:created>
  <dcterms:modified xsi:type="dcterms:W3CDTF">2025-09-10T08:01:00Z</dcterms:modified>
</cp:coreProperties>
</file>